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7A9141" w14:textId="54481E77" w:rsidR="00421E32" w:rsidRPr="00492684" w:rsidRDefault="00C44890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0F7FB4" w:rsidRPr="00492684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SPECIFICATION OF </w:t>
      </w:r>
      <w:r w:rsidR="00800392"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STANDARD 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>GOODS</w:t>
      </w:r>
    </w:p>
    <w:p w14:paraId="002A6A00" w14:textId="1A027563" w:rsidR="004E36AD" w:rsidRPr="00492684" w:rsidRDefault="004E36AD" w:rsidP="00800392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492684">
        <w:rPr>
          <w:b/>
          <w:lang w:val="en-GB"/>
        </w:rPr>
        <w:t>Procurement No:</w:t>
      </w:r>
      <w:r w:rsidRPr="00492684">
        <w:rPr>
          <w:lang w:val="en-GB"/>
        </w:rPr>
        <w:tab/>
      </w:r>
      <w:r w:rsidR="00D0033C">
        <w:rPr>
          <w:rStyle w:val="Strong"/>
          <w:rFonts w:asciiTheme="minorHAnsi" w:hAnsiTheme="minorHAnsi" w:cstheme="minorHAnsi"/>
          <w:lang w:val="en-GB"/>
        </w:rPr>
        <w:t>46-G008-24</w:t>
      </w:r>
    </w:p>
    <w:p w14:paraId="5271E422" w14:textId="09544010" w:rsidR="00441DA5" w:rsidRPr="00492684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  <w:lang w:val="en-GB"/>
        </w:rPr>
      </w:pPr>
      <w:r w:rsidRPr="00492684">
        <w:rPr>
          <w:rFonts w:ascii="Calibri" w:hAnsi="Calibri" w:cs="Calibri"/>
          <w:highlight w:val="yellow"/>
          <w:lang w:val="en-GB"/>
        </w:rPr>
        <w:br w:type="page"/>
      </w:r>
    </w:p>
    <w:p w14:paraId="08AF0BFE" w14:textId="77777777" w:rsidR="00C44890" w:rsidRPr="00492684" w:rsidRDefault="00C44890" w:rsidP="00C44890">
      <w:pPr>
        <w:pStyle w:val="Heading2"/>
      </w:pPr>
      <w:bookmarkStart w:id="0" w:name="_Toc419729571"/>
      <w:bookmarkStart w:id="1" w:name="_Toc11156577"/>
      <w:r w:rsidRPr="00492684">
        <w:lastRenderedPageBreak/>
        <w:t>Specification</w:t>
      </w:r>
      <w:bookmarkEnd w:id="0"/>
    </w:p>
    <w:p w14:paraId="3E6BBCE8" w14:textId="4D333F31" w:rsidR="00C44890" w:rsidRPr="00492684" w:rsidRDefault="00C44890" w:rsidP="00C44890">
      <w:pPr>
        <w:pStyle w:val="Heading3"/>
        <w:rPr>
          <w:lang w:val="en-GB"/>
        </w:rPr>
      </w:pPr>
      <w:bookmarkStart w:id="2" w:name="_Toc293504682"/>
      <w:bookmarkStart w:id="3" w:name="_Toc419729572"/>
      <w:bookmarkStart w:id="4" w:name="_Toc292659306"/>
      <w:r w:rsidRPr="00492684">
        <w:rPr>
          <w:lang w:val="en-GB"/>
        </w:rPr>
        <w:t>Background</w:t>
      </w:r>
      <w:bookmarkEnd w:id="2"/>
      <w:bookmarkEnd w:id="3"/>
    </w:p>
    <w:p w14:paraId="24A7EEAB" w14:textId="080AF750" w:rsidR="00C44890" w:rsidRPr="00492684" w:rsidRDefault="00916210" w:rsidP="00C44890">
      <w:pPr>
        <w:rPr>
          <w:lang w:val="en-GB"/>
        </w:rPr>
      </w:pPr>
      <w:r>
        <w:rPr>
          <w:highlight w:val="yellow"/>
          <w:lang w:val="en-GB"/>
        </w:rPr>
        <w:t>The project is aimed to boost the Branch sales and to comply with safety reasons</w:t>
      </w:r>
    </w:p>
    <w:p w14:paraId="000280F4" w14:textId="1A2FB770" w:rsidR="00C44890" w:rsidRPr="00492684" w:rsidRDefault="002A4740" w:rsidP="00C44890">
      <w:pPr>
        <w:pStyle w:val="Heading3"/>
        <w:rPr>
          <w:rFonts w:cs="Calibri"/>
          <w:lang w:val="en-GB"/>
        </w:rPr>
      </w:pPr>
      <w:bookmarkStart w:id="5" w:name="_Toc312171709"/>
      <w:r w:rsidRPr="00492684">
        <w:rPr>
          <w:rFonts w:cs="Calibri"/>
          <w:lang w:val="en-GB"/>
        </w:rPr>
        <w:t>Requirements</w:t>
      </w:r>
    </w:p>
    <w:p w14:paraId="7B19B727" w14:textId="1A705D58" w:rsidR="00C44890" w:rsidRPr="00492684" w:rsidRDefault="00C44890" w:rsidP="00C44890">
      <w:pPr>
        <w:rPr>
          <w:lang w:val="en-GB"/>
        </w:rPr>
      </w:pPr>
      <w:bookmarkStart w:id="6" w:name="_Toc308102003"/>
      <w:r w:rsidRPr="00492684">
        <w:rPr>
          <w:lang w:val="en-GB"/>
        </w:rPr>
        <w:t>All supporting documentation must be in English.</w:t>
      </w:r>
    </w:p>
    <w:p w14:paraId="63B9B8A8" w14:textId="7701DEC3" w:rsidR="002A4740" w:rsidRPr="00492684" w:rsidRDefault="00916210" w:rsidP="00C44890">
      <w:pPr>
        <w:rPr>
          <w:lang w:val="en-GB"/>
        </w:rPr>
      </w:pPr>
      <w:r>
        <w:rPr>
          <w:highlight w:val="yellow"/>
          <w:lang w:val="en-GB"/>
        </w:rPr>
        <w:t>List attached</w:t>
      </w:r>
    </w:p>
    <w:p w14:paraId="65A62D34" w14:textId="77777777" w:rsidR="00C44890" w:rsidRPr="00492684" w:rsidRDefault="00C44890" w:rsidP="00C44890">
      <w:pPr>
        <w:pStyle w:val="Heading3"/>
        <w:rPr>
          <w:rFonts w:cs="Calibri"/>
          <w:lang w:val="en-GB"/>
        </w:rPr>
      </w:pPr>
      <w:bookmarkStart w:id="7" w:name="_Toc419729577"/>
      <w:bookmarkEnd w:id="6"/>
      <w:r w:rsidRPr="00492684">
        <w:rPr>
          <w:rFonts w:cs="Calibri"/>
          <w:lang w:val="en-GB"/>
        </w:rPr>
        <w:t>Installation services</w:t>
      </w:r>
      <w:bookmarkEnd w:id="7"/>
    </w:p>
    <w:p w14:paraId="3321152F" w14:textId="3E0BBAE2" w:rsidR="00C44890" w:rsidRPr="00492684" w:rsidRDefault="00916210" w:rsidP="00C44890">
      <w:pPr>
        <w:rPr>
          <w:lang w:val="en-GB"/>
        </w:rPr>
      </w:pPr>
      <w:r>
        <w:rPr>
          <w:highlight w:val="yellow"/>
          <w:lang w:val="en-GB"/>
        </w:rPr>
        <w:t>Construction to be done by KOIL</w:t>
      </w:r>
    </w:p>
    <w:p w14:paraId="17367821" w14:textId="77777777" w:rsidR="00C44890" w:rsidRDefault="00C44890" w:rsidP="00772E21">
      <w:pPr>
        <w:pStyle w:val="Heading3"/>
        <w:rPr>
          <w:lang w:val="en-GB"/>
        </w:rPr>
      </w:pPr>
      <w:bookmarkStart w:id="8" w:name="_Toc419729578"/>
      <w:r w:rsidRPr="00492684">
        <w:rPr>
          <w:lang w:val="en-GB"/>
        </w:rPr>
        <w:t>Delivery Time</w:t>
      </w:r>
      <w:bookmarkEnd w:id="8"/>
    </w:p>
    <w:p w14:paraId="19C73138" w14:textId="28AF2EA4" w:rsidR="00916210" w:rsidRPr="00916210" w:rsidRDefault="00916210" w:rsidP="00916210">
      <w:pPr>
        <w:rPr>
          <w:lang w:val="en-GB"/>
        </w:rPr>
      </w:pPr>
      <w:r>
        <w:rPr>
          <w:lang w:val="en-GB"/>
        </w:rPr>
        <w:t>One Month</w:t>
      </w:r>
    </w:p>
    <w:bookmarkEnd w:id="4"/>
    <w:bookmarkEnd w:id="5"/>
    <w:p w14:paraId="625DFCD7" w14:textId="43F96A5E" w:rsidR="00C44890" w:rsidRPr="00492684" w:rsidRDefault="00C44890" w:rsidP="00C44890">
      <w:pPr>
        <w:pStyle w:val="Heading2"/>
      </w:pPr>
      <w:r w:rsidRPr="00492684">
        <w:t>Description of the Goods</w:t>
      </w:r>
      <w:bookmarkEnd w:id="1"/>
    </w:p>
    <w:p w14:paraId="107815C1" w14:textId="77777777" w:rsidR="00C44890" w:rsidRPr="00492684" w:rsidRDefault="00C44890" w:rsidP="00C44890">
      <w:pPr>
        <w:rPr>
          <w:i/>
          <w:iCs/>
          <w:lang w:val="en-GB"/>
        </w:rPr>
      </w:pPr>
      <w:r w:rsidRPr="00492684">
        <w:rPr>
          <w:i/>
          <w:iCs/>
          <w:lang w:val="en-GB"/>
        </w:rPr>
        <w:t>Here, list all items to be Tendered</w:t>
      </w:r>
    </w:p>
    <w:p w14:paraId="69E741C9" w14:textId="77777777" w:rsidR="00C44890" w:rsidRPr="00492684" w:rsidRDefault="00C44890" w:rsidP="00C44890">
      <w:pPr>
        <w:rPr>
          <w:i/>
          <w:iCs/>
          <w:lang w:val="en-GB"/>
        </w:rPr>
      </w:pPr>
      <w:r w:rsidRPr="00492684">
        <w:rPr>
          <w:i/>
          <w:iCs/>
          <w:lang w:val="en-GB"/>
        </w:rPr>
        <w:t>(This part may be replaced by a proprietary Supplier description)</w:t>
      </w:r>
    </w:p>
    <w:p w14:paraId="67D3B075" w14:textId="77777777" w:rsidR="00C44890" w:rsidRPr="00492684" w:rsidRDefault="00C44890" w:rsidP="00C44890">
      <w:pPr>
        <w:rPr>
          <w:lang w:val="en-GB"/>
        </w:rPr>
      </w:pP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636"/>
        <w:gridCol w:w="4678"/>
        <w:gridCol w:w="1134"/>
        <w:gridCol w:w="1559"/>
        <w:gridCol w:w="1417"/>
      </w:tblGrid>
      <w:tr w:rsidR="002A4740" w:rsidRPr="00492684" w14:paraId="7BA20976" w14:textId="59B94A2B" w:rsidTr="002A47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3F255CAF" w14:textId="77777777" w:rsidR="002A4740" w:rsidRPr="00492684" w:rsidRDefault="002A4740" w:rsidP="00C44890">
            <w:pPr>
              <w:rPr>
                <w:lang w:val="en-GB"/>
              </w:rPr>
            </w:pPr>
            <w:r w:rsidRPr="00492684">
              <w:rPr>
                <w:lang w:val="en-GB"/>
              </w:rPr>
              <w:t>Pos.</w:t>
            </w:r>
          </w:p>
        </w:tc>
        <w:tc>
          <w:tcPr>
            <w:tcW w:w="4678" w:type="dxa"/>
          </w:tcPr>
          <w:p w14:paraId="176179CC" w14:textId="77777777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Description</w:t>
            </w:r>
          </w:p>
        </w:tc>
        <w:tc>
          <w:tcPr>
            <w:tcW w:w="1134" w:type="dxa"/>
          </w:tcPr>
          <w:p w14:paraId="118A40E2" w14:textId="77777777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Number</w:t>
            </w:r>
          </w:p>
        </w:tc>
        <w:tc>
          <w:tcPr>
            <w:tcW w:w="1559" w:type="dxa"/>
          </w:tcPr>
          <w:p w14:paraId="7FE7D34C" w14:textId="558241B6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Delivery Time (to be Tendered)</w:t>
            </w:r>
          </w:p>
        </w:tc>
        <w:tc>
          <w:tcPr>
            <w:tcW w:w="1417" w:type="dxa"/>
          </w:tcPr>
          <w:p w14:paraId="345F2A9D" w14:textId="307D1751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Price (to be Tendered)</w:t>
            </w:r>
          </w:p>
        </w:tc>
      </w:tr>
      <w:tr w:rsidR="002A4740" w:rsidRPr="00492684" w14:paraId="6E6D2AD2" w14:textId="41F29E74" w:rsidTr="002A47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1251E1A4" w14:textId="77777777" w:rsidR="002A4740" w:rsidRPr="00492684" w:rsidRDefault="002A4740" w:rsidP="00C44890">
            <w:pPr>
              <w:rPr>
                <w:b w:val="0"/>
                <w:bCs w:val="0"/>
                <w:lang w:val="en-GB"/>
              </w:rPr>
            </w:pPr>
            <w:r w:rsidRPr="00492684">
              <w:rPr>
                <w:b w:val="0"/>
                <w:bCs w:val="0"/>
                <w:lang w:val="en-GB"/>
              </w:rPr>
              <w:t>1</w:t>
            </w:r>
          </w:p>
        </w:tc>
        <w:tc>
          <w:tcPr>
            <w:tcW w:w="4678" w:type="dxa"/>
          </w:tcPr>
          <w:p w14:paraId="6A4A0819" w14:textId="230CE7EE" w:rsidR="002A4740" w:rsidRPr="00492684" w:rsidRDefault="00EB4B56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Annex a</w:t>
            </w:r>
            <w:r w:rsidR="00916210">
              <w:rPr>
                <w:lang w:val="en-GB"/>
              </w:rPr>
              <w:t>ttached</w:t>
            </w:r>
          </w:p>
        </w:tc>
        <w:tc>
          <w:tcPr>
            <w:tcW w:w="1134" w:type="dxa"/>
          </w:tcPr>
          <w:p w14:paraId="352597C6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7E3C67F5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13B5A4AE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A4740" w:rsidRPr="00492684" w14:paraId="774E0324" w14:textId="3A7B6733" w:rsidTr="002A47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6D10AE33" w14:textId="77777777" w:rsidR="002A4740" w:rsidRPr="00492684" w:rsidRDefault="002A4740" w:rsidP="00C44890">
            <w:pPr>
              <w:rPr>
                <w:b w:val="0"/>
                <w:bCs w:val="0"/>
                <w:lang w:val="en-GB"/>
              </w:rPr>
            </w:pPr>
            <w:r w:rsidRPr="00492684">
              <w:rPr>
                <w:b w:val="0"/>
                <w:bCs w:val="0"/>
                <w:lang w:val="en-GB"/>
              </w:rPr>
              <w:t>2</w:t>
            </w:r>
          </w:p>
        </w:tc>
        <w:tc>
          <w:tcPr>
            <w:tcW w:w="4678" w:type="dxa"/>
          </w:tcPr>
          <w:p w14:paraId="33F7DABB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134" w:type="dxa"/>
          </w:tcPr>
          <w:p w14:paraId="468F09AE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78733891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B32EE03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A4740" w:rsidRPr="00492684" w14:paraId="4278F09A" w14:textId="5BE1C4CD" w:rsidTr="002A47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06DB6EA6" w14:textId="77777777" w:rsidR="002A4740" w:rsidRPr="00492684" w:rsidRDefault="002A4740" w:rsidP="00C44890">
            <w:pPr>
              <w:rPr>
                <w:b w:val="0"/>
                <w:bCs w:val="0"/>
                <w:lang w:val="en-GB"/>
              </w:rPr>
            </w:pPr>
            <w:r w:rsidRPr="00492684">
              <w:rPr>
                <w:b w:val="0"/>
                <w:bCs w:val="0"/>
                <w:lang w:val="en-GB"/>
              </w:rPr>
              <w:t>3</w:t>
            </w:r>
          </w:p>
        </w:tc>
        <w:tc>
          <w:tcPr>
            <w:tcW w:w="4678" w:type="dxa"/>
          </w:tcPr>
          <w:p w14:paraId="2B307F71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134" w:type="dxa"/>
          </w:tcPr>
          <w:p w14:paraId="7E95E12C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56EC4DFE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7F47D2E5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A4740" w:rsidRPr="00492684" w14:paraId="50AC8E16" w14:textId="0172A703" w:rsidTr="002A47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34B309EE" w14:textId="77777777" w:rsidR="002A4740" w:rsidRPr="00492684" w:rsidRDefault="002A4740" w:rsidP="00C44890">
            <w:pPr>
              <w:rPr>
                <w:b w:val="0"/>
                <w:bCs w:val="0"/>
                <w:lang w:val="en-GB"/>
              </w:rPr>
            </w:pPr>
            <w:r w:rsidRPr="00492684">
              <w:rPr>
                <w:b w:val="0"/>
                <w:bCs w:val="0"/>
                <w:lang w:val="en-GB"/>
              </w:rPr>
              <w:t>4</w:t>
            </w:r>
          </w:p>
        </w:tc>
        <w:tc>
          <w:tcPr>
            <w:tcW w:w="4678" w:type="dxa"/>
          </w:tcPr>
          <w:p w14:paraId="5390BBF6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134" w:type="dxa"/>
          </w:tcPr>
          <w:p w14:paraId="7287B7A9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5B9DD2CB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67DCF78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</w:tbl>
    <w:p w14:paraId="06D3C1C1" w14:textId="77777777" w:rsidR="00C44890" w:rsidRPr="00492684" w:rsidRDefault="00C44890" w:rsidP="00C44890">
      <w:pPr>
        <w:rPr>
          <w:lang w:val="en-GB"/>
        </w:rPr>
      </w:pPr>
    </w:p>
    <w:sectPr w:rsidR="00C44890" w:rsidRPr="00492684" w:rsidSect="00B731B0">
      <w:headerReference w:type="default" r:id="rId11"/>
      <w:footerReference w:type="default" r:id="rId12"/>
      <w:type w:val="oddPage"/>
      <w:pgSz w:w="11907" w:h="16839" w:code="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074605" w14:textId="77777777" w:rsidR="00B731B0" w:rsidRDefault="00B731B0">
      <w:r>
        <w:separator/>
      </w:r>
    </w:p>
  </w:endnote>
  <w:endnote w:type="continuationSeparator" w:id="0">
    <w:p w14:paraId="53FB1CBB" w14:textId="77777777" w:rsidR="00B731B0" w:rsidRDefault="00B731B0">
      <w:r>
        <w:continuationSeparator/>
      </w:r>
    </w:p>
  </w:endnote>
  <w:endnote w:type="continuationNotice" w:id="1">
    <w:p w14:paraId="4366BBE4" w14:textId="77777777" w:rsidR="00B731B0" w:rsidRDefault="00B731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Malgun Gothic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altName w:val="Malgun Gothic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Malgun Gothic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14E75" w14:textId="21AE438D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916210" w:rsidRPr="00916210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916210" w:rsidRPr="00916210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13A5A422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EB4B56">
      <w:rPr>
        <w:noProof/>
      </w:rPr>
      <w:t>2024-04-29</w:t>
    </w:r>
    <w:r>
      <w:fldChar w:fldCharType="end"/>
    </w:r>
  </w:p>
  <w:p w14:paraId="4C7E2131" w14:textId="77777777" w:rsidR="001A0764" w:rsidRDefault="001A07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BBB47C" w14:textId="77777777" w:rsidR="00B731B0" w:rsidRDefault="00B731B0">
      <w:r>
        <w:separator/>
      </w:r>
    </w:p>
  </w:footnote>
  <w:footnote w:type="continuationSeparator" w:id="0">
    <w:p w14:paraId="763C6F32" w14:textId="77777777" w:rsidR="00B731B0" w:rsidRDefault="00B731B0">
      <w:r>
        <w:continuationSeparator/>
      </w:r>
    </w:p>
  </w:footnote>
  <w:footnote w:type="continuationNotice" w:id="1">
    <w:p w14:paraId="40A3F51A" w14:textId="77777777" w:rsidR="00B731B0" w:rsidRDefault="00B731B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7516A1" w14:textId="1C66BFA0" w:rsidR="001A0764" w:rsidRPr="00FF7B55" w:rsidRDefault="00FF7B55" w:rsidP="00FF7B5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3D2E81"/>
    <w:multiLevelType w:val="hybridMultilevel"/>
    <w:tmpl w:val="AD5C2CD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3F01C0"/>
    <w:multiLevelType w:val="hybridMultilevel"/>
    <w:tmpl w:val="A59013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3594156">
    <w:abstractNumId w:val="1"/>
  </w:num>
  <w:num w:numId="2" w16cid:durableId="894119976">
    <w:abstractNumId w:val="13"/>
  </w:num>
  <w:num w:numId="3" w16cid:durableId="1623656205">
    <w:abstractNumId w:val="14"/>
  </w:num>
  <w:num w:numId="4" w16cid:durableId="371687378">
    <w:abstractNumId w:val="5"/>
  </w:num>
  <w:num w:numId="5" w16cid:durableId="1639921519">
    <w:abstractNumId w:val="4"/>
  </w:num>
  <w:num w:numId="6" w16cid:durableId="1754278513">
    <w:abstractNumId w:val="9"/>
  </w:num>
  <w:num w:numId="7" w16cid:durableId="449708656">
    <w:abstractNumId w:val="6"/>
  </w:num>
  <w:num w:numId="8" w16cid:durableId="1053307915">
    <w:abstractNumId w:val="11"/>
  </w:num>
  <w:num w:numId="9" w16cid:durableId="385446096">
    <w:abstractNumId w:val="0"/>
  </w:num>
  <w:num w:numId="10" w16cid:durableId="67702739">
    <w:abstractNumId w:val="10"/>
  </w:num>
  <w:num w:numId="11" w16cid:durableId="1928882917">
    <w:abstractNumId w:val="2"/>
  </w:num>
  <w:num w:numId="12" w16cid:durableId="1248881807">
    <w:abstractNumId w:val="8"/>
  </w:num>
  <w:num w:numId="13" w16cid:durableId="1327442168">
    <w:abstractNumId w:val="12"/>
  </w:num>
  <w:num w:numId="14" w16cid:durableId="296958560">
    <w:abstractNumId w:val="3"/>
  </w:num>
  <w:num w:numId="15" w16cid:durableId="1502164246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0F7FB4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0764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9D3"/>
    <w:rsid w:val="00297B28"/>
    <w:rsid w:val="002A0EBD"/>
    <w:rsid w:val="002A17BD"/>
    <w:rsid w:val="002A4740"/>
    <w:rsid w:val="002A48FA"/>
    <w:rsid w:val="002A5F73"/>
    <w:rsid w:val="002A6735"/>
    <w:rsid w:val="002A696D"/>
    <w:rsid w:val="002A6EEC"/>
    <w:rsid w:val="002B05CA"/>
    <w:rsid w:val="002B1EC6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68FA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2C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090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2684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5F89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155A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2E2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12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392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6210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B69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095D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9F7BC6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66587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8B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31B0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D3F80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CA"/>
    <w:rsid w:val="00C411FE"/>
    <w:rsid w:val="00C422A8"/>
    <w:rsid w:val="00C447AC"/>
    <w:rsid w:val="00C44890"/>
    <w:rsid w:val="00C4656F"/>
    <w:rsid w:val="00C47D72"/>
    <w:rsid w:val="00C50F39"/>
    <w:rsid w:val="00C51290"/>
    <w:rsid w:val="00C56AA5"/>
    <w:rsid w:val="00C575E1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033C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3C30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3C4C"/>
    <w:rsid w:val="00EB460E"/>
    <w:rsid w:val="00EB4B56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  <w:rsid w:val="00FF7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4890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table" w:styleId="GridTable1Light">
    <w:name w:val="Grid Table 1 Light"/>
    <w:basedOn w:val="TableNormal"/>
    <w:uiPriority w:val="46"/>
    <w:rsid w:val="00C4489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294A96F-6B9D-49A7-B055-5D165E0434A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Program(TOR_V1)_0525.dot</Template>
  <TotalTime>7</TotalTime>
  <Pages>2</Pages>
  <Words>88</Words>
  <Characters>505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592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Baauea Tamueru</cp:lastModifiedBy>
  <cp:revision>4</cp:revision>
  <cp:lastPrinted>2013-10-18T08:32:00Z</cp:lastPrinted>
  <dcterms:created xsi:type="dcterms:W3CDTF">2024-04-24T00:11:00Z</dcterms:created>
  <dcterms:modified xsi:type="dcterms:W3CDTF">2024-04-28T23:54:00Z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